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3D383C27" w:rsidR="00F966B4" w:rsidRDefault="00F966B4" w:rsidP="00F966B4">
      <w:pPr>
        <w:rPr>
          <w:rFonts w:ascii="Times New Roman" w:hAnsi="Times New Roman"/>
          <w:lang w:val="et-EE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="00156830">
        <w:rPr>
          <w:rFonts w:ascii="Times New Roman" w:hAnsi="Times New Roman"/>
          <w:lang w:val="et-EE"/>
        </w:rPr>
        <w:t>04</w:t>
      </w:r>
      <w:r w:rsidRPr="00F966B4">
        <w:rPr>
          <w:rFonts w:ascii="Times New Roman" w:hAnsi="Times New Roman"/>
          <w:lang w:val="et-EE"/>
        </w:rPr>
        <w:t>.</w:t>
      </w:r>
      <w:r w:rsidR="00156830">
        <w:rPr>
          <w:rFonts w:ascii="Times New Roman" w:hAnsi="Times New Roman"/>
          <w:lang w:val="et-EE"/>
        </w:rPr>
        <w:t>11</w:t>
      </w:r>
      <w:r w:rsidRPr="00F966B4">
        <w:rPr>
          <w:rFonts w:ascii="Times New Roman" w:hAnsi="Times New Roman"/>
          <w:lang w:val="et-EE"/>
        </w:rPr>
        <w:t>.2025 nr JV-MAA-1/</w:t>
      </w:r>
      <w:r w:rsidR="00FA5D54" w:rsidRPr="00FA5D54">
        <w:rPr>
          <w:rFonts w:ascii="Times New Roman" w:hAnsi="Times New Roman"/>
        </w:rPr>
        <w:t>5044</w:t>
      </w:r>
    </w:p>
    <w:p w14:paraId="5EF6476F" w14:textId="77777777" w:rsidR="00E777F1" w:rsidRDefault="00E777F1" w:rsidP="00F966B4">
      <w:pPr>
        <w:rPr>
          <w:rFonts w:ascii="Times New Roman" w:hAnsi="Times New Roman"/>
        </w:rPr>
      </w:pPr>
    </w:p>
    <w:p w14:paraId="7D671048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Õigustatud isiku poolne 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e-posti aadress, telefoni number (mitte lisada organisatsiooni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üldtelefoni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</w:t>
              </w:r>
              <w:proofErr w:type="spellStart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Andra.McManus</w:t>
              </w:r>
              <w:proofErr w:type="spellEnd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DE16976" w14:textId="77777777" w:rsidR="00127504" w:rsidRPr="00127504" w:rsidRDefault="00F966B4" w:rsidP="0012750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127504" w:rsidRPr="00127504">
              <w:rPr>
                <w:rFonts w:ascii="Times New Roman" w:hAnsi="Times New Roman"/>
                <w:lang w:val="et-EE"/>
              </w:rPr>
              <w:t xml:space="preserve">IP7638 </w:t>
            </w:r>
          </w:p>
          <w:p w14:paraId="1429A5E1" w14:textId="357F05C4" w:rsidR="00F966B4" w:rsidRPr="00F966B4" w:rsidRDefault="00127504" w:rsidP="00127504">
            <w:pPr>
              <w:rPr>
                <w:rFonts w:ascii="Times New Roman" w:hAnsi="Times New Roman"/>
                <w:lang w:val="et-EE"/>
              </w:rPr>
            </w:pPr>
            <w:r w:rsidRPr="00127504">
              <w:rPr>
                <w:rFonts w:ascii="Times New Roman" w:hAnsi="Times New Roman"/>
                <w:lang w:val="et-EE"/>
              </w:rPr>
              <w:t>„</w:t>
            </w:r>
            <w:proofErr w:type="spellStart"/>
            <w:r w:rsidRPr="00127504">
              <w:rPr>
                <w:rFonts w:ascii="Times New Roman" w:hAnsi="Times New Roman"/>
                <w:lang w:val="et-EE"/>
              </w:rPr>
              <w:t>Maaritsa</w:t>
            </w:r>
            <w:proofErr w:type="spellEnd"/>
            <w:r w:rsidRPr="00127504">
              <w:rPr>
                <w:rFonts w:ascii="Times New Roman" w:hAnsi="Times New Roman"/>
                <w:lang w:val="et-EE"/>
              </w:rPr>
              <w:t xml:space="preserve"> 110/10 </w:t>
            </w:r>
            <w:proofErr w:type="spellStart"/>
            <w:r w:rsidRPr="00127504">
              <w:rPr>
                <w:rFonts w:ascii="Times New Roman" w:hAnsi="Times New Roman"/>
                <w:lang w:val="et-EE"/>
              </w:rPr>
              <w:t>kV</w:t>
            </w:r>
            <w:proofErr w:type="spellEnd"/>
            <w:r w:rsidRPr="00127504">
              <w:rPr>
                <w:rFonts w:ascii="Times New Roman" w:hAnsi="Times New Roman"/>
                <w:lang w:val="et-EE"/>
              </w:rPr>
              <w:t xml:space="preserve"> Kambja 10 </w:t>
            </w:r>
            <w:proofErr w:type="spellStart"/>
            <w:r w:rsidRPr="00127504">
              <w:rPr>
                <w:rFonts w:ascii="Times New Roman" w:hAnsi="Times New Roman"/>
                <w:lang w:val="et-EE"/>
              </w:rPr>
              <w:t>kV</w:t>
            </w:r>
            <w:proofErr w:type="spellEnd"/>
            <w:r w:rsidRPr="00127504">
              <w:rPr>
                <w:rFonts w:ascii="Times New Roman" w:hAnsi="Times New Roman"/>
                <w:lang w:val="et-EE"/>
              </w:rPr>
              <w:t xml:space="preserve"> F rekonstrueerimine. Tööprojekt. Kambja vald, Tartu maakond“.  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A73BE1" w14:textId="77777777" w:rsidR="00CD6EB5" w:rsidRPr="00CD6EB5" w:rsidRDefault="00F966B4" w:rsidP="00CD6EB5">
            <w:pPr>
              <w:rPr>
                <w:rFonts w:ascii="Times New Roman" w:hAnsi="Times New Roman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</w:t>
            </w:r>
            <w:r w:rsidR="007A2F74">
              <w:t xml:space="preserve"> </w:t>
            </w:r>
            <w:r w:rsidR="00CD6EB5" w:rsidRPr="00CD6EB5">
              <w:rPr>
                <w:rFonts w:ascii="Times New Roman" w:hAnsi="Times New Roman"/>
              </w:rPr>
              <w:t xml:space="preserve">Enersense Aktsiaselts </w:t>
            </w:r>
          </w:p>
          <w:p w14:paraId="01DAC187" w14:textId="21B113E9" w:rsidR="00F966B4" w:rsidRPr="00F966B4" w:rsidRDefault="00CD6EB5" w:rsidP="00CD6EB5">
            <w:pPr>
              <w:rPr>
                <w:rFonts w:ascii="Times New Roman" w:hAnsi="Times New Roman"/>
                <w:lang w:val="et-EE"/>
              </w:rPr>
            </w:pPr>
            <w:r w:rsidRPr="00CD6EB5">
              <w:rPr>
                <w:rFonts w:ascii="Times New Roman" w:hAnsi="Times New Roman"/>
              </w:rPr>
              <w:t>Tarmo.Laur@enersense.com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4D4125E4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8541B7">
              <w:t xml:space="preserve"> </w:t>
            </w:r>
            <w:r w:rsidR="00CD6EB5" w:rsidRPr="00CD6EB5">
              <w:rPr>
                <w:rFonts w:ascii="Times New Roman" w:hAnsi="Times New Roman"/>
                <w:lang w:val="et-EE"/>
              </w:rPr>
              <w:t>06.10.2025  nr 7.1-2/25/16745-2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7E3FE8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RIIGIMAA ANDMED (info </w:t>
            </w:r>
            <w:proofErr w:type="spellStart"/>
            <w:r w:rsidRPr="00F966B4">
              <w:rPr>
                <w:rFonts w:ascii="Times New Roman" w:hAnsi="Times New Roman"/>
                <w:b/>
                <w:bCs/>
                <w:lang w:val="et-EE"/>
              </w:rPr>
              <w:t>RKVRist</w:t>
            </w:r>
            <w:proofErr w:type="spellEnd"/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4C64703B" w:rsidR="00F966B4" w:rsidRPr="003A35EB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Number ja nimetus</w:t>
            </w:r>
            <w:r w:rsidR="00392D47">
              <w:rPr>
                <w:rFonts w:ascii="Times New Roman" w:hAnsi="Times New Roman"/>
                <w:lang w:val="et-EE"/>
              </w:rPr>
              <w:t xml:space="preserve">: </w:t>
            </w:r>
            <w:r w:rsidR="00D0427F" w:rsidRPr="00D0427F">
              <w:rPr>
                <w:rFonts w:ascii="Times New Roman" w:hAnsi="Times New Roman"/>
              </w:rPr>
              <w:t>22136 Kambja-Rebase tee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7427EE72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Katastritunnus:</w:t>
            </w:r>
            <w:r w:rsidR="00D0427F" w:rsidRPr="00D0427F">
              <w:rPr>
                <w:rFonts w:ascii="Times New Roman" w:hAnsi="Times New Roman"/>
              </w:rPr>
              <w:t>28203:005:0041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744683A7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517D67" w:rsidRPr="00517D67">
              <w:rPr>
                <w:rFonts w:ascii="Times New Roman" w:hAnsi="Times New Roman"/>
              </w:rPr>
              <w:t>5554650</w:t>
            </w:r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46BBB2FE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Riigi kinnisvararegistri objekti kood</w:t>
            </w:r>
            <w:r w:rsidRPr="00416889">
              <w:rPr>
                <w:rFonts w:ascii="Times New Roman" w:hAnsi="Times New Roman"/>
                <w:lang w:val="et-EE"/>
              </w:rPr>
              <w:t xml:space="preserve">: </w:t>
            </w:r>
            <w:r w:rsidR="00465F2D" w:rsidRPr="00416889">
              <w:rPr>
                <w:rFonts w:ascii="Times New Roman" w:hAnsi="Times New Roman"/>
              </w:rPr>
              <w:t xml:space="preserve"> </w:t>
            </w:r>
            <w:hyperlink r:id="rId14" w:tgtFrame="_blank" w:history="1">
              <w:r w:rsidR="00EB1790" w:rsidRPr="00EB1790">
                <w:rPr>
                  <w:rStyle w:val="Hyperlink"/>
                  <w:rFonts w:ascii="Times New Roman" w:hAnsi="Times New Roman"/>
                  <w:color w:val="auto"/>
                </w:rPr>
                <w:t>KV10124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D71A71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D71A71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6127754" w14:textId="77777777" w:rsidR="00050CF1" w:rsidRDefault="00F966B4" w:rsidP="00050CF1">
            <w:pPr>
              <w:rPr>
                <w:rFonts w:ascii="Times New Roman" w:hAnsi="Times New Roman"/>
                <w:lang w:val="et-EE"/>
              </w:rPr>
            </w:pPr>
            <w:r w:rsidRPr="00D71A71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089415CC" w14:textId="223DD70F" w:rsidR="00C963CE" w:rsidRDefault="00F966B4" w:rsidP="00050CF1">
            <w:pPr>
              <w:rPr>
                <w:rFonts w:ascii="Times New Roman" w:hAnsi="Times New Roman"/>
              </w:rPr>
            </w:pPr>
            <w:r w:rsidRPr="00D71A71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="00C87848" w:rsidRPr="00C87848">
              <w:rPr>
                <w:rFonts w:ascii="Times New Roman" w:hAnsi="Times New Roman"/>
              </w:rPr>
              <w:t>997869</w:t>
            </w:r>
          </w:p>
          <w:p w14:paraId="2930464F" w14:textId="1163F431" w:rsidR="00C87848" w:rsidRPr="0070711C" w:rsidRDefault="00C87848" w:rsidP="002F654E">
            <w:pPr>
              <w:rPr>
                <w:rFonts w:ascii="Times New Roman" w:hAnsi="Times New Roman"/>
                <w:i/>
                <w:iCs/>
                <w:lang w:val="et-EE"/>
              </w:rPr>
            </w:pPr>
            <w:hyperlink r:id="rId15" w:history="1">
              <w:r w:rsidRPr="00C87848">
                <w:rPr>
                  <w:rStyle w:val="Hyperlink"/>
                  <w:rFonts w:ascii="Times New Roman" w:hAnsi="Times New Roman"/>
                </w:rPr>
                <w:t>https://pari.kataster.ee/magic-link/65318833-01a9-4f99-96a2-f7f6b41bb4af</w:t>
              </w:r>
            </w:hyperlink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Default="00CB0FEA" w:rsidP="00F966B4">
      <w:pPr>
        <w:rPr>
          <w:sz w:val="20"/>
          <w:szCs w:val="20"/>
        </w:rPr>
      </w:pPr>
    </w:p>
    <w:p w14:paraId="45C8A70B" w14:textId="77777777" w:rsidR="00B664C0" w:rsidRDefault="00B664C0" w:rsidP="00F966B4">
      <w:pPr>
        <w:rPr>
          <w:sz w:val="20"/>
          <w:szCs w:val="20"/>
        </w:rPr>
      </w:pPr>
    </w:p>
    <w:p w14:paraId="1E99B47A" w14:textId="77777777" w:rsidR="00B664C0" w:rsidRDefault="00B664C0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3D9DF3BB" w:rsidR="00B664C0" w:rsidRPr="002155C5" w:rsidRDefault="00B664C0" w:rsidP="00F966B4">
      <w:pPr>
        <w:rPr>
          <w:rFonts w:ascii="Times New Roman" w:hAnsi="Times New Roman"/>
          <w:i/>
          <w:iCs/>
        </w:rPr>
      </w:pPr>
      <w:r w:rsidRPr="002155C5">
        <w:rPr>
          <w:rFonts w:ascii="Times New Roman" w:hAnsi="Times New Roman"/>
          <w:i/>
          <w:iCs/>
        </w:rPr>
        <w:t>/allkirjastatud digitaalselt/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8335C" w14:textId="77777777" w:rsidR="004D4DD9" w:rsidRDefault="004D4DD9">
      <w:r>
        <w:separator/>
      </w:r>
    </w:p>
  </w:endnote>
  <w:endnote w:type="continuationSeparator" w:id="0">
    <w:p w14:paraId="7F559E6A" w14:textId="77777777" w:rsidR="004D4DD9" w:rsidRDefault="004D4DD9">
      <w:r>
        <w:continuationSeparator/>
      </w:r>
    </w:p>
  </w:endnote>
  <w:endnote w:type="continuationNotice" w:id="1">
    <w:p w14:paraId="4D1A6201" w14:textId="77777777" w:rsidR="004D4DD9" w:rsidRDefault="004D4D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1EB92" w14:textId="77777777" w:rsidR="004D4DD9" w:rsidRDefault="004D4DD9">
      <w:r>
        <w:separator/>
      </w:r>
    </w:p>
  </w:footnote>
  <w:footnote w:type="continuationSeparator" w:id="0">
    <w:p w14:paraId="0222116D" w14:textId="77777777" w:rsidR="004D4DD9" w:rsidRDefault="004D4DD9">
      <w:r>
        <w:continuationSeparator/>
      </w:r>
    </w:p>
  </w:footnote>
  <w:footnote w:type="continuationNotice" w:id="1">
    <w:p w14:paraId="44F97731" w14:textId="77777777" w:rsidR="004D4DD9" w:rsidRDefault="004D4D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04A59"/>
    <w:rsid w:val="00042427"/>
    <w:rsid w:val="00042C6D"/>
    <w:rsid w:val="000470FF"/>
    <w:rsid w:val="00050B7B"/>
    <w:rsid w:val="00050CF1"/>
    <w:rsid w:val="00061FDD"/>
    <w:rsid w:val="00062448"/>
    <w:rsid w:val="0006579C"/>
    <w:rsid w:val="000657E8"/>
    <w:rsid w:val="00074F5B"/>
    <w:rsid w:val="00087852"/>
    <w:rsid w:val="00093097"/>
    <w:rsid w:val="00093668"/>
    <w:rsid w:val="000A4006"/>
    <w:rsid w:val="000B0B73"/>
    <w:rsid w:val="000B1DBF"/>
    <w:rsid w:val="000B417F"/>
    <w:rsid w:val="000B4850"/>
    <w:rsid w:val="000B57BA"/>
    <w:rsid w:val="000C149A"/>
    <w:rsid w:val="000C2F88"/>
    <w:rsid w:val="000D09F3"/>
    <w:rsid w:val="000F3E27"/>
    <w:rsid w:val="00103444"/>
    <w:rsid w:val="001100DF"/>
    <w:rsid w:val="00113F3F"/>
    <w:rsid w:val="00120336"/>
    <w:rsid w:val="00126600"/>
    <w:rsid w:val="00127504"/>
    <w:rsid w:val="00130960"/>
    <w:rsid w:val="00131020"/>
    <w:rsid w:val="001336BE"/>
    <w:rsid w:val="00136D40"/>
    <w:rsid w:val="00146F8F"/>
    <w:rsid w:val="0015226B"/>
    <w:rsid w:val="001523EE"/>
    <w:rsid w:val="00152A06"/>
    <w:rsid w:val="00156830"/>
    <w:rsid w:val="00156C5D"/>
    <w:rsid w:val="00162108"/>
    <w:rsid w:val="00175C9F"/>
    <w:rsid w:val="00182C9F"/>
    <w:rsid w:val="0019253D"/>
    <w:rsid w:val="00194EE7"/>
    <w:rsid w:val="001B46D4"/>
    <w:rsid w:val="001C6D3D"/>
    <w:rsid w:val="001D3478"/>
    <w:rsid w:val="001D499D"/>
    <w:rsid w:val="001E0921"/>
    <w:rsid w:val="001E09C8"/>
    <w:rsid w:val="001E1C85"/>
    <w:rsid w:val="002000E9"/>
    <w:rsid w:val="002002F0"/>
    <w:rsid w:val="0020094F"/>
    <w:rsid w:val="00201752"/>
    <w:rsid w:val="00204AC4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A60A8"/>
    <w:rsid w:val="002A6E8F"/>
    <w:rsid w:val="002B06C5"/>
    <w:rsid w:val="002D4D27"/>
    <w:rsid w:val="002D5009"/>
    <w:rsid w:val="002D6251"/>
    <w:rsid w:val="002E0B5D"/>
    <w:rsid w:val="002E0EF7"/>
    <w:rsid w:val="002E20C9"/>
    <w:rsid w:val="002E2C1D"/>
    <w:rsid w:val="002E3472"/>
    <w:rsid w:val="002F07BC"/>
    <w:rsid w:val="002F654E"/>
    <w:rsid w:val="00300E09"/>
    <w:rsid w:val="003073D3"/>
    <w:rsid w:val="00310363"/>
    <w:rsid w:val="003127FB"/>
    <w:rsid w:val="003203E0"/>
    <w:rsid w:val="00321320"/>
    <w:rsid w:val="00322998"/>
    <w:rsid w:val="00327200"/>
    <w:rsid w:val="0033388C"/>
    <w:rsid w:val="00335CBC"/>
    <w:rsid w:val="0033602D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90667"/>
    <w:rsid w:val="00392D47"/>
    <w:rsid w:val="003A0ECE"/>
    <w:rsid w:val="003A35EB"/>
    <w:rsid w:val="003B673D"/>
    <w:rsid w:val="003B6F35"/>
    <w:rsid w:val="003C3F52"/>
    <w:rsid w:val="003C651D"/>
    <w:rsid w:val="003C6D6C"/>
    <w:rsid w:val="003E385C"/>
    <w:rsid w:val="003E61D3"/>
    <w:rsid w:val="003F5996"/>
    <w:rsid w:val="00416889"/>
    <w:rsid w:val="004170C1"/>
    <w:rsid w:val="00420824"/>
    <w:rsid w:val="0042216B"/>
    <w:rsid w:val="00430FA1"/>
    <w:rsid w:val="004376C7"/>
    <w:rsid w:val="00445A99"/>
    <w:rsid w:val="00447587"/>
    <w:rsid w:val="00462CC6"/>
    <w:rsid w:val="00465F2D"/>
    <w:rsid w:val="00470107"/>
    <w:rsid w:val="00477955"/>
    <w:rsid w:val="00480009"/>
    <w:rsid w:val="00491AD7"/>
    <w:rsid w:val="00494657"/>
    <w:rsid w:val="00496FB0"/>
    <w:rsid w:val="004A1981"/>
    <w:rsid w:val="004B2FB0"/>
    <w:rsid w:val="004B3B7C"/>
    <w:rsid w:val="004B3CBC"/>
    <w:rsid w:val="004D1D70"/>
    <w:rsid w:val="004D4471"/>
    <w:rsid w:val="004D4DD9"/>
    <w:rsid w:val="004D7EDA"/>
    <w:rsid w:val="004E4BEF"/>
    <w:rsid w:val="004E5DD5"/>
    <w:rsid w:val="004F5104"/>
    <w:rsid w:val="0050379B"/>
    <w:rsid w:val="00517D67"/>
    <w:rsid w:val="005267E5"/>
    <w:rsid w:val="00532D2F"/>
    <w:rsid w:val="00552D94"/>
    <w:rsid w:val="00581E38"/>
    <w:rsid w:val="00582590"/>
    <w:rsid w:val="00584289"/>
    <w:rsid w:val="00585B08"/>
    <w:rsid w:val="005A217D"/>
    <w:rsid w:val="005A513D"/>
    <w:rsid w:val="005A710F"/>
    <w:rsid w:val="005B1C18"/>
    <w:rsid w:val="005C24D9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1A8A"/>
    <w:rsid w:val="0063780B"/>
    <w:rsid w:val="00643BDB"/>
    <w:rsid w:val="006466E4"/>
    <w:rsid w:val="00657B6F"/>
    <w:rsid w:val="0066463C"/>
    <w:rsid w:val="00666D01"/>
    <w:rsid w:val="00667134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D1833"/>
    <w:rsid w:val="006E277A"/>
    <w:rsid w:val="006E586A"/>
    <w:rsid w:val="006F11F1"/>
    <w:rsid w:val="006F595A"/>
    <w:rsid w:val="00702CEE"/>
    <w:rsid w:val="00704301"/>
    <w:rsid w:val="0070500B"/>
    <w:rsid w:val="0070711C"/>
    <w:rsid w:val="00730275"/>
    <w:rsid w:val="00750948"/>
    <w:rsid w:val="00750B34"/>
    <w:rsid w:val="00755DE3"/>
    <w:rsid w:val="00765D62"/>
    <w:rsid w:val="00767DAB"/>
    <w:rsid w:val="00770EFD"/>
    <w:rsid w:val="0077377F"/>
    <w:rsid w:val="00775AD3"/>
    <w:rsid w:val="00782839"/>
    <w:rsid w:val="007860BC"/>
    <w:rsid w:val="007870BE"/>
    <w:rsid w:val="0079645A"/>
    <w:rsid w:val="007A0E84"/>
    <w:rsid w:val="007A1375"/>
    <w:rsid w:val="007A2F74"/>
    <w:rsid w:val="007A7FE6"/>
    <w:rsid w:val="007B068E"/>
    <w:rsid w:val="007B0DCC"/>
    <w:rsid w:val="007C2201"/>
    <w:rsid w:val="007C45AD"/>
    <w:rsid w:val="007C6F7A"/>
    <w:rsid w:val="007C7A5C"/>
    <w:rsid w:val="007D52CC"/>
    <w:rsid w:val="007E19D5"/>
    <w:rsid w:val="007F05EB"/>
    <w:rsid w:val="007F2810"/>
    <w:rsid w:val="0080070E"/>
    <w:rsid w:val="0080593B"/>
    <w:rsid w:val="00812A56"/>
    <w:rsid w:val="00820D09"/>
    <w:rsid w:val="0082604D"/>
    <w:rsid w:val="00826D94"/>
    <w:rsid w:val="00827163"/>
    <w:rsid w:val="0083430B"/>
    <w:rsid w:val="00840780"/>
    <w:rsid w:val="00845E6D"/>
    <w:rsid w:val="008541B7"/>
    <w:rsid w:val="0085541B"/>
    <w:rsid w:val="00860DCD"/>
    <w:rsid w:val="0086205E"/>
    <w:rsid w:val="0087457A"/>
    <w:rsid w:val="008753E8"/>
    <w:rsid w:val="008759E3"/>
    <w:rsid w:val="008A6138"/>
    <w:rsid w:val="008B2F66"/>
    <w:rsid w:val="008C5B01"/>
    <w:rsid w:val="008D2D2A"/>
    <w:rsid w:val="008D3667"/>
    <w:rsid w:val="008E2FA0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2FE3"/>
    <w:rsid w:val="00963ABE"/>
    <w:rsid w:val="00985ACA"/>
    <w:rsid w:val="00986752"/>
    <w:rsid w:val="00992B14"/>
    <w:rsid w:val="009959DF"/>
    <w:rsid w:val="009A0457"/>
    <w:rsid w:val="009A0F67"/>
    <w:rsid w:val="009B0DB5"/>
    <w:rsid w:val="009B2A88"/>
    <w:rsid w:val="009D38F3"/>
    <w:rsid w:val="009D6ED0"/>
    <w:rsid w:val="009E181A"/>
    <w:rsid w:val="009F170D"/>
    <w:rsid w:val="00A04EE1"/>
    <w:rsid w:val="00A114C3"/>
    <w:rsid w:val="00A17109"/>
    <w:rsid w:val="00A17AC3"/>
    <w:rsid w:val="00A17DB0"/>
    <w:rsid w:val="00A17E2A"/>
    <w:rsid w:val="00A27416"/>
    <w:rsid w:val="00A33A60"/>
    <w:rsid w:val="00A35B1E"/>
    <w:rsid w:val="00A43A3D"/>
    <w:rsid w:val="00A51C44"/>
    <w:rsid w:val="00A53DCD"/>
    <w:rsid w:val="00A5527F"/>
    <w:rsid w:val="00A620C2"/>
    <w:rsid w:val="00A649D1"/>
    <w:rsid w:val="00A65739"/>
    <w:rsid w:val="00A72746"/>
    <w:rsid w:val="00A837AB"/>
    <w:rsid w:val="00A83FDD"/>
    <w:rsid w:val="00A857C8"/>
    <w:rsid w:val="00A93F3D"/>
    <w:rsid w:val="00A94466"/>
    <w:rsid w:val="00A96E89"/>
    <w:rsid w:val="00AA1674"/>
    <w:rsid w:val="00AA7BF9"/>
    <w:rsid w:val="00AB0945"/>
    <w:rsid w:val="00AE1639"/>
    <w:rsid w:val="00AE6B50"/>
    <w:rsid w:val="00AE7044"/>
    <w:rsid w:val="00AF1A5D"/>
    <w:rsid w:val="00AF6389"/>
    <w:rsid w:val="00B03164"/>
    <w:rsid w:val="00B05AE2"/>
    <w:rsid w:val="00B11D32"/>
    <w:rsid w:val="00B1223C"/>
    <w:rsid w:val="00B21B48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B7AC8"/>
    <w:rsid w:val="00BC211F"/>
    <w:rsid w:val="00BD14A4"/>
    <w:rsid w:val="00BE07EA"/>
    <w:rsid w:val="00BE6355"/>
    <w:rsid w:val="00BE7935"/>
    <w:rsid w:val="00BF0E4C"/>
    <w:rsid w:val="00C0020C"/>
    <w:rsid w:val="00C25E01"/>
    <w:rsid w:val="00C34030"/>
    <w:rsid w:val="00C34D74"/>
    <w:rsid w:val="00C53640"/>
    <w:rsid w:val="00C56F6D"/>
    <w:rsid w:val="00C66DDF"/>
    <w:rsid w:val="00C712AC"/>
    <w:rsid w:val="00C81BBA"/>
    <w:rsid w:val="00C81E7E"/>
    <w:rsid w:val="00C86912"/>
    <w:rsid w:val="00C86C12"/>
    <w:rsid w:val="00C86E8D"/>
    <w:rsid w:val="00C87848"/>
    <w:rsid w:val="00C95ABD"/>
    <w:rsid w:val="00C961FF"/>
    <w:rsid w:val="00C963CE"/>
    <w:rsid w:val="00C966E8"/>
    <w:rsid w:val="00CA4C43"/>
    <w:rsid w:val="00CA5CA0"/>
    <w:rsid w:val="00CB0738"/>
    <w:rsid w:val="00CB0FEA"/>
    <w:rsid w:val="00CB31D7"/>
    <w:rsid w:val="00CC0D04"/>
    <w:rsid w:val="00CC0E78"/>
    <w:rsid w:val="00CD6EB5"/>
    <w:rsid w:val="00CE43E8"/>
    <w:rsid w:val="00CE4916"/>
    <w:rsid w:val="00CE5616"/>
    <w:rsid w:val="00CE6729"/>
    <w:rsid w:val="00CE6E1D"/>
    <w:rsid w:val="00CE70B7"/>
    <w:rsid w:val="00CF269E"/>
    <w:rsid w:val="00CF588B"/>
    <w:rsid w:val="00CF5F86"/>
    <w:rsid w:val="00D00B63"/>
    <w:rsid w:val="00D0223D"/>
    <w:rsid w:val="00D0427F"/>
    <w:rsid w:val="00D04B95"/>
    <w:rsid w:val="00D100C4"/>
    <w:rsid w:val="00D13F55"/>
    <w:rsid w:val="00D16E0B"/>
    <w:rsid w:val="00D25D80"/>
    <w:rsid w:val="00D30B1A"/>
    <w:rsid w:val="00D343E0"/>
    <w:rsid w:val="00D35FED"/>
    <w:rsid w:val="00D42134"/>
    <w:rsid w:val="00D4458D"/>
    <w:rsid w:val="00D503D7"/>
    <w:rsid w:val="00D51ED4"/>
    <w:rsid w:val="00D52B32"/>
    <w:rsid w:val="00D67B64"/>
    <w:rsid w:val="00D71A71"/>
    <w:rsid w:val="00D72144"/>
    <w:rsid w:val="00D8006E"/>
    <w:rsid w:val="00D847FB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200E"/>
    <w:rsid w:val="00E71487"/>
    <w:rsid w:val="00E72144"/>
    <w:rsid w:val="00E777F1"/>
    <w:rsid w:val="00E84486"/>
    <w:rsid w:val="00E9115C"/>
    <w:rsid w:val="00E94F8A"/>
    <w:rsid w:val="00EB1790"/>
    <w:rsid w:val="00EB5167"/>
    <w:rsid w:val="00EB79F8"/>
    <w:rsid w:val="00EC15EB"/>
    <w:rsid w:val="00EC41A5"/>
    <w:rsid w:val="00EC50AF"/>
    <w:rsid w:val="00EC6F44"/>
    <w:rsid w:val="00ED26F8"/>
    <w:rsid w:val="00ED4638"/>
    <w:rsid w:val="00ED64B8"/>
    <w:rsid w:val="00F03404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5D54"/>
    <w:rsid w:val="00FA7191"/>
    <w:rsid w:val="00FC0064"/>
    <w:rsid w:val="00FC2567"/>
    <w:rsid w:val="00FC4531"/>
    <w:rsid w:val="00FD02B6"/>
    <w:rsid w:val="00FD2413"/>
    <w:rsid w:val="00FD493A"/>
    <w:rsid w:val="00FD6037"/>
    <w:rsid w:val="00FE3E1F"/>
    <w:rsid w:val="00FE6B34"/>
    <w:rsid w:val="00FF3907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65318833-01a9-4f99-96a2-f7f6b41bb4a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41710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5</TotalTime>
  <Pages>2</Pages>
  <Words>350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4</cp:revision>
  <cp:lastPrinted>2025-04-15T10:05:00Z</cp:lastPrinted>
  <dcterms:created xsi:type="dcterms:W3CDTF">2025-11-04T09:16:00Z</dcterms:created>
  <dcterms:modified xsi:type="dcterms:W3CDTF">2025-11-04T09:20:00Z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